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03" w:rsidRDefault="00023C17" w:rsidP="00023C17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023C17">
        <w:rPr>
          <w:b/>
          <w:sz w:val="32"/>
          <w:szCs w:val="32"/>
          <w:u w:val="single"/>
        </w:rPr>
        <w:t>How to play Chain</w:t>
      </w:r>
    </w:p>
    <w:p w:rsidR="00023C17" w:rsidRDefault="00023C17" w:rsidP="00023C17">
      <w:pPr>
        <w:jc w:val="center"/>
        <w:rPr>
          <w:b/>
          <w:sz w:val="32"/>
          <w:szCs w:val="32"/>
          <w:u w:val="single"/>
        </w:rPr>
      </w:pPr>
    </w:p>
    <w:p w:rsidR="00023C17" w:rsidRDefault="00023C17" w:rsidP="00023C17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Things you will need:</w:t>
      </w:r>
    </w:p>
    <w:p w:rsidR="00E008FA" w:rsidRDefault="00E008FA" w:rsidP="00023C17">
      <w:pPr>
        <w:rPr>
          <w:b/>
          <w:sz w:val="32"/>
          <w:szCs w:val="32"/>
          <w:u w:val="single"/>
        </w:rPr>
      </w:pPr>
    </w:p>
    <w:p w:rsidR="00023C17" w:rsidRDefault="00023C17" w:rsidP="00023C17">
      <w:pPr>
        <w:rPr>
          <w:b/>
          <w:sz w:val="32"/>
          <w:szCs w:val="32"/>
        </w:rPr>
      </w:pPr>
      <w:r>
        <w:rPr>
          <w:b/>
          <w:sz w:val="32"/>
          <w:szCs w:val="32"/>
        </w:rPr>
        <w:t>1 tagger</w:t>
      </w:r>
    </w:p>
    <w:p w:rsidR="00023C17" w:rsidRDefault="00023C17" w:rsidP="00023C17">
      <w:pPr>
        <w:rPr>
          <w:b/>
          <w:sz w:val="32"/>
          <w:szCs w:val="32"/>
        </w:rPr>
      </w:pPr>
      <w:r>
        <w:rPr>
          <w:b/>
          <w:sz w:val="32"/>
          <w:szCs w:val="32"/>
        </w:rPr>
        <w:t>10 players (maximum 30)</w:t>
      </w:r>
    </w:p>
    <w:p w:rsidR="00023C17" w:rsidRDefault="00023C17" w:rsidP="00023C17">
      <w:pPr>
        <w:rPr>
          <w:b/>
          <w:sz w:val="32"/>
          <w:szCs w:val="32"/>
        </w:rPr>
      </w:pPr>
      <w:r>
        <w:rPr>
          <w:b/>
          <w:sz w:val="32"/>
          <w:szCs w:val="32"/>
        </w:rPr>
        <w:t>One third of a netball court</w:t>
      </w:r>
    </w:p>
    <w:p w:rsidR="00023C17" w:rsidRDefault="00023C17" w:rsidP="00023C17">
      <w:pPr>
        <w:rPr>
          <w:b/>
          <w:sz w:val="32"/>
          <w:szCs w:val="32"/>
        </w:rPr>
      </w:pPr>
    </w:p>
    <w:p w:rsidR="00E008FA" w:rsidRDefault="00E008FA" w:rsidP="00023C17">
      <w:pPr>
        <w:rPr>
          <w:b/>
          <w:sz w:val="32"/>
          <w:szCs w:val="32"/>
        </w:rPr>
      </w:pPr>
    </w:p>
    <w:p w:rsidR="00023C17" w:rsidRDefault="00023C17" w:rsidP="00023C17">
      <w:pPr>
        <w:rPr>
          <w:b/>
          <w:sz w:val="32"/>
          <w:szCs w:val="32"/>
          <w:u w:val="single"/>
        </w:rPr>
      </w:pPr>
      <w:r w:rsidRPr="00023C17">
        <w:rPr>
          <w:b/>
          <w:sz w:val="32"/>
          <w:szCs w:val="32"/>
          <w:u w:val="single"/>
        </w:rPr>
        <w:t xml:space="preserve">Rules / How to play / </w:t>
      </w:r>
      <w:proofErr w:type="gramStart"/>
      <w:r w:rsidRPr="00023C17">
        <w:rPr>
          <w:b/>
          <w:sz w:val="32"/>
          <w:szCs w:val="32"/>
          <w:u w:val="single"/>
        </w:rPr>
        <w:t>What</w:t>
      </w:r>
      <w:proofErr w:type="gramEnd"/>
      <w:r w:rsidRPr="00023C17">
        <w:rPr>
          <w:b/>
          <w:sz w:val="32"/>
          <w:szCs w:val="32"/>
          <w:u w:val="single"/>
        </w:rPr>
        <w:t xml:space="preserve"> to do</w:t>
      </w:r>
      <w:r w:rsidR="00E008FA">
        <w:rPr>
          <w:b/>
          <w:sz w:val="32"/>
          <w:szCs w:val="32"/>
          <w:u w:val="single"/>
        </w:rPr>
        <w:t>:</w:t>
      </w:r>
    </w:p>
    <w:p w:rsidR="00E008FA" w:rsidRDefault="00E008FA" w:rsidP="00023C17">
      <w:pPr>
        <w:rPr>
          <w:b/>
          <w:sz w:val="32"/>
          <w:szCs w:val="32"/>
          <w:u w:val="single"/>
        </w:rPr>
      </w:pPr>
    </w:p>
    <w:p w:rsidR="00023C17" w:rsidRDefault="00023C17" w:rsidP="00023C17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023C17">
        <w:rPr>
          <w:b/>
          <w:sz w:val="32"/>
          <w:szCs w:val="32"/>
        </w:rPr>
        <w:t>Choose a tagger wisely.</w:t>
      </w:r>
    </w:p>
    <w:p w:rsidR="00E008FA" w:rsidRPr="00E008FA" w:rsidRDefault="00E008FA" w:rsidP="00E008FA">
      <w:pPr>
        <w:pStyle w:val="ListParagraph"/>
        <w:rPr>
          <w:b/>
          <w:sz w:val="32"/>
          <w:szCs w:val="32"/>
        </w:rPr>
      </w:pPr>
    </w:p>
    <w:p w:rsidR="00023C17" w:rsidRDefault="00023C17" w:rsidP="00023C17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Spread out evenly.</w:t>
      </w:r>
    </w:p>
    <w:p w:rsidR="00023C17" w:rsidRPr="00023C17" w:rsidRDefault="00023C17" w:rsidP="00023C17">
      <w:pPr>
        <w:pStyle w:val="ListParagraph"/>
        <w:rPr>
          <w:b/>
          <w:sz w:val="32"/>
          <w:szCs w:val="32"/>
        </w:rPr>
      </w:pPr>
    </w:p>
    <w:p w:rsidR="00023C17" w:rsidRDefault="00023C17" w:rsidP="00023C17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Start running a</w:t>
      </w:r>
      <w:r w:rsidR="00BD2DA1">
        <w:rPr>
          <w:b/>
          <w:sz w:val="32"/>
          <w:szCs w:val="32"/>
        </w:rPr>
        <w:t>r</w:t>
      </w:r>
      <w:r>
        <w:rPr>
          <w:b/>
          <w:sz w:val="32"/>
          <w:szCs w:val="32"/>
        </w:rPr>
        <w:t>ound, trying to avoid the tagger.</w:t>
      </w:r>
    </w:p>
    <w:p w:rsidR="00023C17" w:rsidRPr="00023C17" w:rsidRDefault="00023C17" w:rsidP="00023C17">
      <w:pPr>
        <w:pStyle w:val="ListParagraph"/>
        <w:rPr>
          <w:b/>
          <w:sz w:val="32"/>
          <w:szCs w:val="32"/>
        </w:rPr>
      </w:pPr>
    </w:p>
    <w:p w:rsidR="00E008FA" w:rsidRPr="00E008FA" w:rsidRDefault="00023C17" w:rsidP="00E008FA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If a player is tagged or runs across the boundary </w:t>
      </w:r>
      <w:r w:rsidR="00B553CE">
        <w:rPr>
          <w:b/>
          <w:sz w:val="32"/>
          <w:szCs w:val="32"/>
        </w:rPr>
        <w:t>line, he/she must join hands</w:t>
      </w:r>
      <w:r>
        <w:rPr>
          <w:b/>
          <w:sz w:val="32"/>
          <w:szCs w:val="32"/>
        </w:rPr>
        <w:t xml:space="preserve"> with the tagger to become another tagger (</w:t>
      </w:r>
      <w:r w:rsidR="00E008FA">
        <w:rPr>
          <w:b/>
          <w:sz w:val="32"/>
          <w:szCs w:val="32"/>
        </w:rPr>
        <w:t>only the end players on the chain can tag)</w:t>
      </w:r>
    </w:p>
    <w:p w:rsidR="00E008FA" w:rsidRPr="00E008FA" w:rsidRDefault="00E008FA" w:rsidP="00E008FA">
      <w:pPr>
        <w:pStyle w:val="ListParagraph"/>
        <w:rPr>
          <w:b/>
          <w:sz w:val="32"/>
          <w:szCs w:val="32"/>
        </w:rPr>
      </w:pPr>
    </w:p>
    <w:p w:rsidR="00023C17" w:rsidRPr="00E008FA" w:rsidRDefault="00E008FA" w:rsidP="00E008FA">
      <w:pPr>
        <w:pStyle w:val="ListParagraph"/>
        <w:numPr>
          <w:ilvl w:val="0"/>
          <w:numId w:val="2"/>
        </w:numPr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>The last player not tagged is the winner.</w:t>
      </w:r>
    </w:p>
    <w:p w:rsidR="00E008FA" w:rsidRDefault="00E008FA" w:rsidP="00E008FA">
      <w:pPr>
        <w:pStyle w:val="ListParagraph"/>
        <w:rPr>
          <w:b/>
          <w:sz w:val="32"/>
          <w:szCs w:val="32"/>
          <w:u w:val="single"/>
        </w:rPr>
      </w:pPr>
    </w:p>
    <w:p w:rsidR="00E008FA" w:rsidRDefault="00E008FA" w:rsidP="00E008FA">
      <w:pPr>
        <w:pStyle w:val="ListParagraph"/>
        <w:ind w:left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Extra Information:</w:t>
      </w:r>
    </w:p>
    <w:p w:rsidR="00E008FA" w:rsidRDefault="00E008FA" w:rsidP="00E008FA">
      <w:pPr>
        <w:pStyle w:val="ListParagraph"/>
        <w:ind w:left="0"/>
        <w:rPr>
          <w:b/>
          <w:sz w:val="32"/>
          <w:szCs w:val="32"/>
        </w:rPr>
      </w:pPr>
    </w:p>
    <w:p w:rsidR="00E008FA" w:rsidRDefault="00E008FA" w:rsidP="00E008FA">
      <w:pPr>
        <w:pStyle w:val="ListParagraph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>This game can be played inside e.g. a hall.</w:t>
      </w:r>
    </w:p>
    <w:p w:rsidR="00E008FA" w:rsidRDefault="00E008FA" w:rsidP="00E008FA">
      <w:pPr>
        <w:pStyle w:val="ListParagraph"/>
        <w:ind w:left="0"/>
        <w:rPr>
          <w:b/>
          <w:sz w:val="32"/>
          <w:szCs w:val="32"/>
        </w:rPr>
      </w:pPr>
    </w:p>
    <w:p w:rsidR="00E008FA" w:rsidRPr="00E008FA" w:rsidRDefault="00E008FA" w:rsidP="00E008FA">
      <w:pPr>
        <w:pStyle w:val="ListParagraph"/>
        <w:ind w:left="0"/>
        <w:rPr>
          <w:b/>
          <w:sz w:val="32"/>
          <w:szCs w:val="32"/>
        </w:rPr>
      </w:pPr>
    </w:p>
    <w:sectPr w:rsidR="00E008FA" w:rsidRPr="00E00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73959"/>
    <w:multiLevelType w:val="hybridMultilevel"/>
    <w:tmpl w:val="B4FE1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E4831"/>
    <w:multiLevelType w:val="hybridMultilevel"/>
    <w:tmpl w:val="9FCAB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17"/>
    <w:rsid w:val="00023C17"/>
    <w:rsid w:val="00782803"/>
    <w:rsid w:val="00B553CE"/>
    <w:rsid w:val="00BD2DA1"/>
    <w:rsid w:val="00E0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361A2D-5E52-4DC5-9647-CE6CE04D0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129086C5</Template>
  <TotalTime>188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Withy</dc:creator>
  <cp:keywords/>
  <dc:description/>
  <cp:lastModifiedBy>Helen Withy</cp:lastModifiedBy>
  <cp:revision>1</cp:revision>
  <dcterms:created xsi:type="dcterms:W3CDTF">2016-03-22T21:46:00Z</dcterms:created>
  <dcterms:modified xsi:type="dcterms:W3CDTF">2016-03-23T00:55:00Z</dcterms:modified>
</cp:coreProperties>
</file>